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604" w:rsidRPr="009E6DB1" w:rsidRDefault="00022604" w:rsidP="009E6DB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Находясь на льду</w:t>
      </w:r>
      <w:r w:rsidRPr="004A35AE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DE7EB6">
        <w:rPr>
          <w:rFonts w:ascii="Times New Roman" w:hAnsi="Times New Roman" w:cs="Times New Roman"/>
          <w:b/>
          <w:bCs/>
          <w:sz w:val="40"/>
          <w:szCs w:val="40"/>
        </w:rPr>
        <w:t>нужно всегда помнить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о безопасности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ab/>
        <w:t>Зимой большинство водоемов покрывается льдом, который является источником серьезной опасности, особенно после первых морозов и в период оттепелей. В это время очень высок риск провалиться под лед. Поэтому важно соблюдать правила безопасного поведения на зимних водоемах.</w:t>
      </w:r>
    </w:p>
    <w:p w:rsidR="00022604" w:rsidRPr="009E6DB1" w:rsidRDefault="00022604" w:rsidP="009E6DB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E6DB1">
        <w:rPr>
          <w:rFonts w:ascii="Times New Roman" w:hAnsi="Times New Roman" w:cs="Times New Roman"/>
          <w:b/>
          <w:bCs/>
          <w:sz w:val="28"/>
          <w:szCs w:val="28"/>
        </w:rPr>
        <w:t>ОСНОВНЫЕ ПРАВИЛА ПОВЕДЕНИЯ НА ВОДОЁМАХ ЗИМОЙ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В период движения по льду необходимо пользоваться оборудованными ледовыми переправами или проложенными тропами. При отсутствии переправы необходимо определить маршрут движения и проверить прочность льда подготовленным или подручным средством (шестом, лыжной палкой, инструментом для пробивания лунок во льду).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Если лед непрочен, необходимо прекратить движение и возвращаться по пройденному маршруту. От места с непрочным льдом следует осуществлять движение, не отрывая ног от поверхности льда.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Запрещается проверять прочность льда ударами ноги, бегать, прыгать по льду.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Во время движения по льду необходимо обходить опасные участки водного объекта, покрытые толстым слоем снега, с быстрым течением, родниками, выступающей на поверхность растительностью, впадающими в него ручьями или вливающимися сточными водами; проявлять осторожность в местах заготовки льда.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Безопасный для перехода лед имеет зеленоватый оттенок и толщину не менее 7 сантиметров.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При движении группы людей по льду необходимо следовать друг от друга на расстоянии 5 – 6 метров и быть готовым оказать немедленную помощь идущему впереди.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Перевозка малогабаритных тяжелых грузов производится на санях или других приспособлениях с возможно большей площадью опоры на поверхность льда.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Толщина льда для безопасного катания на коньк</w:t>
      </w:r>
      <w:r>
        <w:rPr>
          <w:rFonts w:ascii="Times New Roman" w:hAnsi="Times New Roman" w:cs="Times New Roman"/>
          <w:sz w:val="28"/>
          <w:szCs w:val="28"/>
        </w:rPr>
        <w:t>ах должна составлять не менее 15</w:t>
      </w:r>
      <w:r w:rsidRPr="009E6DB1">
        <w:rPr>
          <w:rFonts w:ascii="Times New Roman" w:hAnsi="Times New Roman" w:cs="Times New Roman"/>
          <w:sz w:val="28"/>
          <w:szCs w:val="28"/>
        </w:rPr>
        <w:t xml:space="preserve"> сантиметров, при массовом катании – не менее 25 сантиметров.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При движении по льду на лыжах рекомендуется пользоваться проложенной лыжней.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При отсутствии лыжни необходимо отстегнуть крепления лыж, снять с кистей рук петли лыжных палок, взять на одно плечо рюкзак или ранец и соблюдать дистанцию 5 – 6 метров.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При движении по льду лыжник, идущий первым, лыжными палками проверяет прочность льда и следит за его состоянием.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Будьте внимательны и осторожны при катании на санках или лыжах с крутого берега – внизу может оказаться прорубь, майна или полынья. Опасно кататься на коньках или играть в хоккей за пределами специально оборудованного катка – вы можете не заметить запорошенных снегом трещин и проломов.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Во время зимнего лова рыбы опасно собираться большими группами на льду, делать рядом несколько лунок. Чтобы кто-нибудь случайно не попал ногой в затянувшуюся льдом лунку, уходя, ставьте около нее вешку.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Обходите вмерзшие в лед кусты, камыши или какие-либо предметы, места впадения в водоем речек или ручьев, а также места сброса промышленных вод – лед там всегда непрочен.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Не приближаться к топлякам, сваям, опорам мостов через реки с течением, камышам, устьям притоков; крутому берегу, в который ударяет речная струя; к местам выходов родников.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Лед матового цвета, застывший со снегом и воздухом на течении и у выхода подводных ключей, слаб – надо избегать таких мест. Следует также избегать мест, где лед имеет пятна темно – «сырого» цвета.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Во всех местах, где течение реки преодолевает препятствия, там оно обычно сильнее, и поэтому лед в таких местах тоньше. Промоины на реке, особенно в конце зимы – обычное дело. Беда в том, что их иногда заносит снегопадами. В случае снегопадов вас должны настораживать холмики льда и снега. Здесь могут быть и промоины, сделанные рекой, и майны, пробитые рыболовами-промысловиками, а под снежной шубой вода не замерзает даже в сильнейшие морозы.</w:t>
      </w:r>
    </w:p>
    <w:p w:rsidR="00022604" w:rsidRPr="009E6DB1" w:rsidRDefault="00022604" w:rsidP="009E6DB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E6DB1">
        <w:rPr>
          <w:rFonts w:ascii="Times New Roman" w:hAnsi="Times New Roman" w:cs="Times New Roman"/>
          <w:b/>
          <w:bCs/>
          <w:sz w:val="28"/>
          <w:szCs w:val="28"/>
        </w:rPr>
        <w:t>ПЕРЕМЕЩАЯСЬ ПО ВОДОЕМУ, ВЫ ВНЕЗАПНО ПРОВАЛИСЬ ПОД ЛЕД. ВАШИ ДЕЙСТВИЯ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Если вы провалились – не теряйте головы! Не цепляйтесь за кромку льда, которая под тяжестью тела будет постоянно рушиться, усугубляя ваше положение и выматывая ваши силы.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Не теряя ни секунды, пока не намокла одежда, попытайтесь выползти на лед, приняв горизонтальное положение.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Если не получается и вас затягивает течением под лед, не боритесь с течением, теряя силы, а упритесь в кромку льда и зовите на помощь. Главное – не паникуйте!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Если на ваших плечах рюкзак – при переходе в опасном месте он должен висеть на одном плече для того, чтобы его было легче сбросить.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       В случае проваливания под лед вас могут выручить либо товарищи, протянувшие вам крепкую слегу или бросившие веревку, либо, если вы находитесь на льду один, - слега длиной не менее трех метров или «Спасалки», которые можно сделать из обыкновенных гвоздей длиной 200-250 мм. Гвозди необходимо обмотать изолентой, сделав подобие рукоятки и через них пропустить шнурок для того, чтобы «Спасалки» не потерялись. «Спасалками» Вы, как зверь когтями, сможете вгрызаться в кромку сколького льда, на котором не держаться пальцы рук, и метр за метром уйдете от смерти. Слегу (шест) вырубайте из березки или сосенки, она должна быть достаточно толстой, чтобы выдержать ваш вес.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       Тот, кто спасает тонущего, не должен подходить ближе чем на пять метров к терпящему бедствие. Если не хватает веревки или слеги – подползайте, но не подходите!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22604" w:rsidRPr="009E6DB1" w:rsidRDefault="00022604" w:rsidP="009E6DB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E6DB1">
        <w:rPr>
          <w:rFonts w:ascii="Times New Roman" w:hAnsi="Times New Roman" w:cs="Times New Roman"/>
          <w:b/>
          <w:bCs/>
          <w:sz w:val="28"/>
          <w:szCs w:val="28"/>
        </w:rPr>
        <w:t>ВЫ ВЫБРАЛИСЬ ИЗ ПОЛЫНЬИ, ОТПОЛЗЛИ БЛИЖЕ К БЕРЕГУ, К ПРОЧНОМУ ЛЬДУ. ЧТО ДАЛЬШЕ?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       Оставьте лишние вещи в кустах, припорошив его снежком, и бегите к ближайшим помещениям, охотничьей базе, деревне, где, переодевшись во все сухое и выпив крепкого чая в теплой избе, согреетесь. В случае если вблизи нет никаких обитаемых мест, кроме вашей палатки, вам поможет только одно – запасная одежда в рюкзаке, ноги, растертые шерстяным носком, и крепкий сон в хорошем спальном мешке.</w:t>
      </w:r>
    </w:p>
    <w:p w:rsidR="00022604" w:rsidRPr="009E6DB1" w:rsidRDefault="00022604" w:rsidP="009E6DB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E6DB1">
        <w:rPr>
          <w:rFonts w:ascii="Times New Roman" w:hAnsi="Times New Roman" w:cs="Times New Roman"/>
          <w:b/>
          <w:bCs/>
          <w:sz w:val="28"/>
          <w:szCs w:val="28"/>
        </w:rPr>
        <w:t>ВЫЖИВАНИЕ ПРИ ПОПАДАНИИВ ХОЛОДНУЮ ВОДУ И БЫСТРОМ ИЗВЛЕЧЕНИИ. МЕТОДЫ СОГРЕВАНИЯ.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       После попадан</w:t>
      </w:r>
      <w:r>
        <w:rPr>
          <w:rFonts w:ascii="Times New Roman" w:hAnsi="Times New Roman" w:cs="Times New Roman"/>
          <w:sz w:val="28"/>
          <w:szCs w:val="28"/>
        </w:rPr>
        <w:t>ия в холодную воду (проваливание</w:t>
      </w:r>
      <w:r w:rsidRPr="009E6DB1">
        <w:rPr>
          <w:rFonts w:ascii="Times New Roman" w:hAnsi="Times New Roman" w:cs="Times New Roman"/>
          <w:sz w:val="28"/>
          <w:szCs w:val="28"/>
        </w:rPr>
        <w:t xml:space="preserve"> под лед) и быстром извлечении из нее, надо очень осторожно применять метод согревания бегом или любым другим интенсивным движением. Это доступно только людям с очень тренированным организмом, в частности, сильными сердцем и легкими. В противном случае, через несколько часов интенсивных попыток согреться неизбежно наступает третья стадия замерзания с частичной потерей сознания, (третья стадия может возникнуть и просто при долгом нахождении в условиях низкой температуры).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       Итак, вы промокли и трясетесь от холода (а может быть уже и перестали трястись, наполовину потеряв сознание)! Первое: переодеться в сухую одежду (переодеть пострадавшего). Если нет сухой – снять мокрую, отжать и надеть на себя. В этом случае на голое тело предпочтительнее надевать шерстяные вещи. Они телом согреваются быстрее.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       При третьей стадии замерзания спасение опять же приходит от желания «отдать всего себя погибающему товарищу». К примеру, при групповом нахождении на природе в дополнение к костру, эффективному только при второй стадии, можно использовать метод согревания хорошо известный туристам: когда пострадавшего помещают в спальный мешок вместе со спасателем, который своим телом согревает в первую очередь живот и грудь. Второй спасатель, если позволяют размеры спального мешка, согревает спину.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       При отсутствии спального мешка его подобие сооружается из одежды всей группы (либо семьи), которая проводит это время возле костра.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       Из этой же серии приведем ряд ошибочных рекомендаций. В частности, замерзшие руки (если они не способны удержать даже спички) отогревать под мышками либо на животе. Если живот для этого еще более или менее приемлем, то подмышки – нет. Такая рекомендация чаще приводит к ухудшению ситуации. Автор не раз был свидетелем следующей сцены: замерзшими, негнущимися пальцами человек пытается расстегнуть верхнюю одежду на груди. Это ему не удается. Взмах ножа – пуговицы либо шнуровка отлетает прочь! Но далее, как правило, свитер! Следуют судорожные попытки залезть под него руками либо через низ, либо через ворот. В первом случае оголяется живот, во втором – рвется (а иногда и разрезается) ворот. Слегка отогрев руки, человек приступает к работе с оголенной грудью. Ситуация усугубляется!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>       Выход: общеизвестное отогревание рук «по-рыбацки», т.е. на внутренней стороне бедер, где проходят наиболее крупные артерии и запас тепла максимальный. И доступ к этим местам при любой одежде – наиболее легок! Трех – четырех минут достаточно, чтобы отогреть руки.</w:t>
      </w:r>
    </w:p>
    <w:p w:rsidR="00022604" w:rsidRPr="009E6DB1" w:rsidRDefault="00022604" w:rsidP="009E6DB1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9E6D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Основными причинами гибели людей являются, нарушение мер безопасности при организации подледного лова рыбы, передвижения по льду на транспорте в местах, где отсутствуют ледовые переправы, незнание элементарных правил оказания помощи провалившемуся под лед. 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b/>
          <w:bCs/>
          <w:sz w:val="28"/>
          <w:szCs w:val="28"/>
        </w:rPr>
        <w:t>Если, находясь на водоёме, вы попали в беду, звоните по единому телефону всех спасательных служб 112.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  <w:r w:rsidRPr="009E6DB1">
        <w:rPr>
          <w:rFonts w:ascii="Times New Roman" w:hAnsi="Times New Roman" w:cs="Times New Roman"/>
          <w:sz w:val="28"/>
          <w:szCs w:val="28"/>
        </w:rPr>
        <w:t xml:space="preserve">Купинское инспекторское отделение ФКУ «Центр ГИМС МЧС России по Новосибирской области»  </w:t>
      </w:r>
    </w:p>
    <w:p w:rsidR="00022604" w:rsidRPr="009E6DB1" w:rsidRDefault="00022604" w:rsidP="009E6DB1">
      <w:pPr>
        <w:rPr>
          <w:rFonts w:ascii="Times New Roman" w:hAnsi="Times New Roman" w:cs="Times New Roman"/>
          <w:sz w:val="28"/>
          <w:szCs w:val="28"/>
        </w:rPr>
      </w:pPr>
    </w:p>
    <w:sectPr w:rsidR="00022604" w:rsidRPr="009E6DB1" w:rsidSect="0049790F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D5CA5"/>
    <w:multiLevelType w:val="multilevel"/>
    <w:tmpl w:val="FE349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11D3D88"/>
    <w:multiLevelType w:val="multilevel"/>
    <w:tmpl w:val="A5CAC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A18"/>
    <w:rsid w:val="00022604"/>
    <w:rsid w:val="00123ECB"/>
    <w:rsid w:val="004321F0"/>
    <w:rsid w:val="00441797"/>
    <w:rsid w:val="0049790F"/>
    <w:rsid w:val="004A35AE"/>
    <w:rsid w:val="004B3A44"/>
    <w:rsid w:val="004F6982"/>
    <w:rsid w:val="006F06EC"/>
    <w:rsid w:val="00762F7E"/>
    <w:rsid w:val="00803C35"/>
    <w:rsid w:val="00924850"/>
    <w:rsid w:val="009E6DB1"/>
    <w:rsid w:val="00CA0A18"/>
    <w:rsid w:val="00D67B0C"/>
    <w:rsid w:val="00DE7EB6"/>
    <w:rsid w:val="00E3316D"/>
    <w:rsid w:val="00EA0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A44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9790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2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4</Pages>
  <Words>1311</Words>
  <Characters>7476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Zver</cp:lastModifiedBy>
  <cp:revision>5</cp:revision>
  <dcterms:created xsi:type="dcterms:W3CDTF">2019-01-14T04:27:00Z</dcterms:created>
  <dcterms:modified xsi:type="dcterms:W3CDTF">2019-01-25T22:00:00Z</dcterms:modified>
</cp:coreProperties>
</file>